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920" w:rsidRDefault="00457920" w:rsidP="005B48F6">
      <w:pPr>
        <w:pStyle w:val="KeinLeerraum"/>
      </w:pPr>
    </w:p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7820"/>
      </w:tblGrid>
      <w:tr w:rsidR="005B48F6" w:rsidRPr="009345F4" w:rsidTr="007A4282">
        <w:trPr>
          <w:trHeight w:val="358"/>
        </w:trPr>
        <w:tc>
          <w:tcPr>
            <w:tcW w:w="1134" w:type="dxa"/>
            <w:vAlign w:val="center"/>
          </w:tcPr>
          <w:p w:rsidR="005B48F6" w:rsidRPr="002A10A1" w:rsidRDefault="005B48F6" w:rsidP="007A4282">
            <w:pPr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5B48F6" w:rsidRPr="002A10A1" w:rsidRDefault="005B48F6" w:rsidP="007A4282">
            <w:pPr>
              <w:rPr>
                <w:rFonts w:cs="Arial"/>
                <w:color w:val="17365D"/>
                <w:sz w:val="22"/>
                <w:szCs w:val="24"/>
              </w:rPr>
            </w:pPr>
          </w:p>
        </w:tc>
      </w:tr>
      <w:tr w:rsidR="005B48F6" w:rsidRPr="009345F4" w:rsidTr="007A4282">
        <w:trPr>
          <w:trHeight w:val="358"/>
        </w:trPr>
        <w:tc>
          <w:tcPr>
            <w:tcW w:w="1134" w:type="dxa"/>
            <w:vAlign w:val="center"/>
          </w:tcPr>
          <w:p w:rsidR="005B48F6" w:rsidRPr="002A10A1" w:rsidRDefault="005B48F6" w:rsidP="007A4282">
            <w:pPr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5B48F6" w:rsidRPr="002A10A1" w:rsidRDefault="005B48F6" w:rsidP="007A4282">
            <w:pPr>
              <w:rPr>
                <w:rFonts w:cs="Arial"/>
                <w:color w:val="17365D"/>
                <w:sz w:val="22"/>
                <w:szCs w:val="24"/>
              </w:rPr>
            </w:pPr>
          </w:p>
        </w:tc>
      </w:tr>
      <w:tr w:rsidR="005B48F6" w:rsidRPr="009345F4" w:rsidTr="007A4282">
        <w:trPr>
          <w:trHeight w:val="358"/>
        </w:trPr>
        <w:tc>
          <w:tcPr>
            <w:tcW w:w="1134" w:type="dxa"/>
            <w:vAlign w:val="center"/>
          </w:tcPr>
          <w:p w:rsidR="005B48F6" w:rsidRPr="002A10A1" w:rsidRDefault="005B48F6" w:rsidP="007A4282">
            <w:pPr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5B48F6" w:rsidRPr="002A10A1" w:rsidRDefault="005B48F6" w:rsidP="007A4282">
            <w:pPr>
              <w:rPr>
                <w:rFonts w:cs="Arial"/>
                <w:color w:val="17365D"/>
                <w:sz w:val="22"/>
                <w:szCs w:val="24"/>
              </w:rPr>
            </w:pPr>
          </w:p>
        </w:tc>
      </w:tr>
      <w:tr w:rsidR="005B48F6" w:rsidRPr="009345F4" w:rsidTr="007A4282">
        <w:trPr>
          <w:trHeight w:val="358"/>
        </w:trPr>
        <w:tc>
          <w:tcPr>
            <w:tcW w:w="1134" w:type="dxa"/>
            <w:vAlign w:val="center"/>
          </w:tcPr>
          <w:p w:rsidR="005B48F6" w:rsidRPr="002A10A1" w:rsidRDefault="005B48F6" w:rsidP="007A4282">
            <w:pPr>
              <w:rPr>
                <w:rFonts w:cs="Arial"/>
                <w:b/>
                <w:sz w:val="22"/>
                <w:szCs w:val="24"/>
              </w:rPr>
            </w:pPr>
            <w:r w:rsidRPr="002A10A1">
              <w:rPr>
                <w:rFonts w:cs="Arial"/>
                <w:b/>
                <w:sz w:val="22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5B48F6" w:rsidRPr="002A10A1" w:rsidRDefault="005B48F6" w:rsidP="007A4282">
            <w:pPr>
              <w:rPr>
                <w:rFonts w:cs="Arial"/>
                <w:sz w:val="22"/>
                <w:szCs w:val="24"/>
              </w:rPr>
            </w:pPr>
          </w:p>
        </w:tc>
      </w:tr>
      <w:tr w:rsidR="005B48F6" w:rsidRPr="009345F4" w:rsidTr="007A4282">
        <w:trPr>
          <w:trHeight w:val="358"/>
        </w:trPr>
        <w:tc>
          <w:tcPr>
            <w:tcW w:w="9104" w:type="dxa"/>
            <w:gridSpan w:val="2"/>
            <w:vAlign w:val="center"/>
          </w:tcPr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C80779" w:rsidRDefault="00C80779" w:rsidP="007A4282">
            <w:pPr>
              <w:rPr>
                <w:rFonts w:eastAsiaTheme="minorHAnsi" w:cs="Arial"/>
                <w:sz w:val="22"/>
                <w:szCs w:val="24"/>
              </w:rPr>
            </w:pPr>
            <w:bookmarkStart w:id="0" w:name="_GoBack"/>
            <w:bookmarkEnd w:id="0"/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Default="005B48F6" w:rsidP="007A4282">
            <w:pPr>
              <w:rPr>
                <w:rFonts w:eastAsiaTheme="minorHAnsi" w:cs="Arial"/>
                <w:sz w:val="22"/>
                <w:szCs w:val="24"/>
              </w:rPr>
            </w:pPr>
          </w:p>
          <w:p w:rsidR="005B48F6" w:rsidRPr="009345F4" w:rsidRDefault="005B48F6" w:rsidP="005B48F6">
            <w:pPr>
              <w:rPr>
                <w:rFonts w:cs="Arial"/>
                <w:color w:val="17365D"/>
                <w:sz w:val="24"/>
                <w:szCs w:val="24"/>
                <w:lang w:val="nb-NO"/>
              </w:rPr>
            </w:pPr>
          </w:p>
        </w:tc>
      </w:tr>
      <w:tr w:rsidR="005B48F6" w:rsidRPr="009345F4" w:rsidTr="007A4282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B48F6" w:rsidRPr="009345F4" w:rsidRDefault="005B48F6" w:rsidP="007A4282">
            <w:pPr>
              <w:rPr>
                <w:rFonts w:cs="Arial"/>
                <w:sz w:val="24"/>
                <w:szCs w:val="24"/>
              </w:rPr>
            </w:pPr>
            <w:r w:rsidRPr="009345F4">
              <w:rPr>
                <w:rFonts w:cs="Arial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5B48F6" w:rsidRPr="009345F4" w:rsidRDefault="005B48F6" w:rsidP="007A4282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5B48F6" w:rsidRDefault="005B48F6" w:rsidP="005B48F6">
      <w:pPr>
        <w:pStyle w:val="KeinLeerraum"/>
      </w:pPr>
    </w:p>
    <w:sectPr w:rsidR="005B48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F6"/>
    <w:rsid w:val="0004499F"/>
    <w:rsid w:val="00072D8C"/>
    <w:rsid w:val="00113400"/>
    <w:rsid w:val="002B2085"/>
    <w:rsid w:val="003765F7"/>
    <w:rsid w:val="003E6043"/>
    <w:rsid w:val="00457920"/>
    <w:rsid w:val="004D414A"/>
    <w:rsid w:val="005B48F6"/>
    <w:rsid w:val="005D06CE"/>
    <w:rsid w:val="008160A6"/>
    <w:rsid w:val="00901679"/>
    <w:rsid w:val="00947BC4"/>
    <w:rsid w:val="00A15B31"/>
    <w:rsid w:val="00C80779"/>
    <w:rsid w:val="00C929CC"/>
    <w:rsid w:val="00F1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70D5"/>
  <w15:chartTrackingRefBased/>
  <w15:docId w15:val="{D615A169-C309-4D40-884B-C1FF74DF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48F6"/>
    <w:pPr>
      <w:spacing w:after="0" w:line="240" w:lineRule="auto"/>
    </w:pPr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B48F6"/>
    <w:pPr>
      <w:spacing w:after="0" w:line="240" w:lineRule="auto"/>
    </w:pPr>
  </w:style>
  <w:style w:type="table" w:styleId="Tabellenraster">
    <w:name w:val="Table Grid"/>
    <w:basedOn w:val="NormaleTabelle"/>
    <w:rsid w:val="005B4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9E3CDD0D.dotm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LES Pforzheim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Weiss, Corinna</dc:creator>
  <cp:keywords/>
  <dc:description/>
  <cp:lastModifiedBy>Weiss, Corinna</cp:lastModifiedBy>
  <cp:revision>2</cp:revision>
  <dcterms:created xsi:type="dcterms:W3CDTF">2022-11-10T11:45:00Z</dcterms:created>
  <dcterms:modified xsi:type="dcterms:W3CDTF">2022-11-10T11:46:00Z</dcterms:modified>
</cp:coreProperties>
</file>